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rochure Page 1"/>
      </w:tblPr>
      <w:tblGrid>
        <w:gridCol w:w="3846"/>
        <w:gridCol w:w="1014"/>
        <w:gridCol w:w="4630"/>
        <w:gridCol w:w="1081"/>
        <w:gridCol w:w="3843"/>
      </w:tblGrid>
      <w:tr w:rsidR="00FC459C" w:rsidRPr="005730AA">
        <w:trPr>
          <w:cantSplit/>
          <w:trHeight w:hRule="exact" w:val="10656"/>
          <w:jc w:val="center"/>
        </w:trPr>
        <w:tc>
          <w:tcPr>
            <w:tcW w:w="3846" w:type="dxa"/>
          </w:tcPr>
          <w:tbl>
            <w:tblPr>
              <w:tblStyle w:val="BrochureHost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31"/>
            </w:tblGrid>
            <w:tr w:rsidR="00FC459C">
              <w:trPr>
                <w:trHeight w:hRule="exact" w:val="86"/>
              </w:trPr>
              <w:tc>
                <w:tcPr>
                  <w:tcW w:w="3831" w:type="dxa"/>
                  <w:shd w:val="clear" w:color="auto" w:fill="000000" w:themeFill="text1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</w:tbl>
          <w:p w:rsidR="00FC459C" w:rsidRDefault="005730AA">
            <w:pPr>
              <w:pStyle w:val="Graphic"/>
            </w:pPr>
            <w:r>
              <w:rPr>
                <w:noProof/>
              </w:rPr>
              <w:drawing>
                <wp:inline distT="0" distB="0" distL="0" distR="0">
                  <wp:extent cx="2441448" cy="3181350"/>
                  <wp:effectExtent l="76200" t="0" r="92710" b="114300"/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sdt>
            <w:sdtPr>
              <w:id w:val="-1502658452"/>
              <w:placeholder>
                <w:docPart w:val="DEDC7BB0AE4D46A8B1449A1EE29EF882"/>
              </w:placeholder>
              <w:temporary/>
              <w:showingPlcHdr/>
              <w15:appearance w15:val="hidden"/>
              <w:text/>
            </w:sdtPr>
            <w:sdtEndPr/>
            <w:sdtContent>
              <w:p w:rsidR="00FC459C" w:rsidRDefault="005730AA">
                <w:pPr>
                  <w:pStyle w:val="Heading1"/>
                </w:pPr>
                <w:r>
                  <w:t>This would be a great place for a mission statement.</w:t>
                </w:r>
              </w:p>
            </w:sdtContent>
          </w:sdt>
          <w:sdt>
            <w:sdtPr>
              <w:id w:val="1279221871"/>
              <w:placeholder>
                <w:docPart w:val="13E2900ADB584E359CE53B73D98F95BF"/>
              </w:placeholder>
              <w:temporary/>
              <w:showingPlcHdr/>
              <w15:appearance w15:val="hidden"/>
            </w:sdtPr>
            <w:sdtEndPr/>
            <w:sdtContent>
              <w:p w:rsidR="00FC459C" w:rsidRDefault="005730AA">
                <w:r>
                  <w:t>You can use this fresh, professional brochure just as it is or easily customize it.</w:t>
                </w:r>
              </w:p>
              <w:p w:rsidR="00FC459C" w:rsidRDefault="005730AA">
                <w:r>
                  <w:t>On the next page, we’ve added a few tips (like this one) to help you get started. To replace any tip text with your own, just click it and begin typing.</w:t>
                </w:r>
              </w:p>
              <w:p w:rsidR="00FC459C" w:rsidRDefault="005730AA">
                <w:r>
                  <w:t>(By the way, to replace a logo with your own, just right-click it and then choose Change Picture.)</w:t>
                </w:r>
              </w:p>
            </w:sdtContent>
          </w:sdt>
        </w:tc>
        <w:tc>
          <w:tcPr>
            <w:tcW w:w="1014" w:type="dxa"/>
            <w:textDirection w:val="btLr"/>
          </w:tcPr>
          <w:p w:rsidR="00FC459C" w:rsidRDefault="00FC459C"/>
        </w:tc>
        <w:tc>
          <w:tcPr>
            <w:tcW w:w="4630" w:type="dxa"/>
          </w:tcPr>
          <w:tbl>
            <w:tblPr>
              <w:tblStyle w:val="BrochureHostTable"/>
              <w:tblW w:w="5000" w:type="pct"/>
              <w:tblLayout w:type="fixed"/>
              <w:tblLook w:val="04A0" w:firstRow="1" w:lastRow="0" w:firstColumn="1" w:lastColumn="0" w:noHBand="0" w:noVBand="1"/>
              <w:tblDescription w:val="Mailer"/>
            </w:tblPr>
            <w:tblGrid>
              <w:gridCol w:w="3217"/>
              <w:gridCol w:w="1328"/>
              <w:gridCol w:w="85"/>
            </w:tblGrid>
            <w:tr w:rsidR="00FC459C">
              <w:trPr>
                <w:cantSplit/>
                <w:trHeight w:hRule="exact" w:val="2016"/>
              </w:trPr>
              <w:tc>
                <w:tcPr>
                  <w:tcW w:w="3474" w:type="pct"/>
                  <w:textDirection w:val="btLr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  <w:tc>
                <w:tcPr>
                  <w:tcW w:w="1434" w:type="pct"/>
                  <w:textDirection w:val="btLr"/>
                  <w:vAlign w:val="bottom"/>
                </w:tcPr>
                <w:p w:rsidR="00FC459C" w:rsidRDefault="005730AA">
                  <w:pPr>
                    <w:spacing w:after="180" w:line="288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095" cy="415156"/>
                        <wp:effectExtent l="0" t="762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Logo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857095" cy="4151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2" w:type="pct"/>
                  <w:shd w:val="clear" w:color="auto" w:fill="000000" w:themeFill="text1"/>
                  <w:textDirection w:val="btLr"/>
                  <w:vAlign w:val="bottom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  <w:tr w:rsidR="00FC459C">
              <w:trPr>
                <w:cantSplit/>
                <w:trHeight w:hRule="exact" w:val="288"/>
              </w:trPr>
              <w:tc>
                <w:tcPr>
                  <w:tcW w:w="3474" w:type="pct"/>
                  <w:textDirection w:val="btLr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  <w:tc>
                <w:tcPr>
                  <w:tcW w:w="1434" w:type="pct"/>
                  <w:textDirection w:val="btLr"/>
                  <w:vAlign w:val="bottom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  <w:tc>
                <w:tcPr>
                  <w:tcW w:w="92" w:type="pct"/>
                  <w:shd w:val="clear" w:color="auto" w:fill="auto"/>
                  <w:textDirection w:val="btLr"/>
                  <w:vAlign w:val="bottom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  <w:tr w:rsidR="00FC459C">
              <w:trPr>
                <w:cantSplit/>
                <w:trHeight w:hRule="exact" w:val="5472"/>
              </w:trPr>
              <w:tc>
                <w:tcPr>
                  <w:tcW w:w="3474" w:type="pct"/>
                  <w:textDirection w:val="btLr"/>
                </w:tcPr>
                <w:p w:rsidR="00FC459C" w:rsidRDefault="00D117FA">
                  <w:pPr>
                    <w:pStyle w:val="Recipient"/>
                    <w:spacing w:line="288" w:lineRule="auto"/>
                  </w:pPr>
                  <w:sdt>
                    <w:sdtPr>
                      <w:id w:val="791878393"/>
                      <w:placeholder>
                        <w:docPart w:val="9930DC5B69AF41608745432402A4F0AD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30AA">
                        <w:t>[Recipient]</w:t>
                      </w:r>
                    </w:sdtContent>
                  </w:sdt>
                </w:p>
                <w:sdt>
                  <w:sdtPr>
                    <w:id w:val="-987158602"/>
                    <w:placeholder>
                      <w:docPart w:val="BF3ABB0BB2604E40968CAFB30061F1B0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FC459C" w:rsidRDefault="005730AA">
                      <w:pPr>
                        <w:spacing w:after="180" w:line="288" w:lineRule="auto"/>
                      </w:pPr>
                      <w:r>
                        <w:t>[Street Address]</w:t>
                      </w:r>
                      <w:r>
                        <w:br/>
                        <w:t>[City, ST ZIP Code]</w:t>
                      </w:r>
                    </w:p>
                  </w:sdtContent>
                </w:sdt>
                <w:p w:rsidR="00FC459C" w:rsidRDefault="005730AA">
                  <w:pPr>
                    <w:pStyle w:val="ContactInfo"/>
                    <w:spacing w:line="288" w:lineRule="auto"/>
                  </w:pPr>
                  <w:r>
                    <w:t xml:space="preserve"> </w:t>
                  </w:r>
                </w:p>
              </w:tc>
              <w:tc>
                <w:tcPr>
                  <w:tcW w:w="1434" w:type="pct"/>
                  <w:textDirection w:val="btLr"/>
                  <w:vAlign w:val="bottom"/>
                </w:tcPr>
                <w:p w:rsidR="00FC459C" w:rsidRDefault="00D117FA">
                  <w:pPr>
                    <w:pStyle w:val="ContactInfo"/>
                    <w:spacing w:line="288" w:lineRule="auto"/>
                  </w:pPr>
                  <w:sdt>
                    <w:sdtPr>
                      <w:alias w:val="Website"/>
                      <w:tag w:val="Website"/>
                      <w:id w:val="362251725"/>
                      <w:temporary/>
                      <w:showingPlcHdr/>
                      <w:dataBinding w:prefixMappings="xmlns:ns0='http://schemas.openxmlformats.org/officeDocument/2006/extended-properties' " w:xpath="/ns0:Properties[1]/ns0:Manager[1]" w:storeItemID="{6668398D-A668-4E3E-A5EB-62B293D839F1}"/>
                      <w15:appearance w15:val="hidden"/>
                      <w:text/>
                    </w:sdtPr>
                    <w:sdtEndPr/>
                    <w:sdtContent>
                      <w:r w:rsidR="005730AA">
                        <w:t>[Website]</w:t>
                      </w:r>
                    </w:sdtContent>
                  </w:sdt>
                </w:p>
                <w:sdt>
                  <w:sdtPr>
                    <w:alias w:val="Email"/>
                    <w:tag w:val="Email"/>
                    <w:id w:val="1908571517"/>
                    <w:temporary/>
                    <w:showingPlcHdr/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:rsidR="00FC459C" w:rsidRDefault="005730AA">
                      <w:pPr>
                        <w:pStyle w:val="ContactInfo"/>
                        <w:spacing w:line="288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t>[Email]</w:t>
                      </w:r>
                    </w:p>
                  </w:sdtContent>
                </w:sdt>
              </w:tc>
              <w:tc>
                <w:tcPr>
                  <w:tcW w:w="92" w:type="pct"/>
                  <w:shd w:val="clear" w:color="auto" w:fill="000000" w:themeFill="text1"/>
                  <w:textDirection w:val="btLr"/>
                  <w:vAlign w:val="bottom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  <w:tr w:rsidR="00FC459C">
              <w:trPr>
                <w:cantSplit/>
                <w:trHeight w:hRule="exact" w:val="2880"/>
              </w:trPr>
              <w:tc>
                <w:tcPr>
                  <w:tcW w:w="3474" w:type="pct"/>
                  <w:textDirection w:val="btLr"/>
                </w:tcPr>
                <w:p w:rsidR="00FC459C" w:rsidRDefault="00D117FA">
                  <w:pPr>
                    <w:pStyle w:val="ContactInfo"/>
                    <w:spacing w:line="288" w:lineRule="auto"/>
                  </w:pPr>
                  <w:sdt>
                    <w:sdtPr>
                      <w:alias w:val="Company Name"/>
                      <w:tag w:val=""/>
                      <w:id w:val="-1083366144"/>
                      <w:placeholder>
                        <w:docPart w:val="72097B503492488180B3E4CC2D961B45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r w:rsidR="005730AA">
                        <w:t>[Company Name]</w:t>
                      </w:r>
                    </w:sdtContent>
                  </w:sdt>
                </w:p>
                <w:p w:rsidR="00FC459C" w:rsidRDefault="00D117FA">
                  <w:pPr>
                    <w:pStyle w:val="ContactInfo"/>
                    <w:spacing w:line="288" w:lineRule="auto"/>
                  </w:pPr>
                  <w:sdt>
                    <w:sdtPr>
                      <w:alias w:val="Address"/>
                      <w:tag w:val="Address"/>
                      <w:id w:val="-1189594973"/>
                      <w:temporary/>
                      <w:showingPlcHdr/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5730AA">
                        <w:t>[Street Address]</w:t>
                      </w:r>
                      <w:r w:rsidR="005730AA">
                        <w:br/>
                        <w:t>[City, ST ZIP]</w:t>
                      </w:r>
                    </w:sdtContent>
                  </w:sdt>
                </w:p>
              </w:tc>
              <w:tc>
                <w:tcPr>
                  <w:tcW w:w="1434" w:type="pct"/>
                  <w:textDirection w:val="btLr"/>
                  <w:vAlign w:val="bottom"/>
                </w:tcPr>
                <w:p w:rsidR="00FC459C" w:rsidRDefault="005730AA">
                  <w:pPr>
                    <w:pStyle w:val="ContactInfo"/>
                    <w:spacing w:line="288" w:lineRule="auto"/>
                  </w:pPr>
                  <w:r>
                    <w:t xml:space="preserve">Tel </w:t>
                  </w:r>
                  <w:sdt>
                    <w:sdtPr>
                      <w:alias w:val="Telephone"/>
                      <w:tag w:val="Telephone"/>
                      <w:id w:val="2050645240"/>
                      <w:temporary/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>
                        <w:t>[Telephone]</w:t>
                      </w:r>
                    </w:sdtContent>
                  </w:sdt>
                </w:p>
                <w:p w:rsidR="00FC459C" w:rsidRDefault="005730AA">
                  <w:pPr>
                    <w:pStyle w:val="ContactInfo"/>
                    <w:spacing w:line="288" w:lineRule="auto"/>
                  </w:pPr>
                  <w:r>
                    <w:t xml:space="preserve">Fax </w:t>
                  </w:r>
                  <w:sdt>
                    <w:sdtPr>
                      <w:alias w:val="Fax"/>
                      <w:tag w:val="Fax"/>
                      <w:id w:val="-371922971"/>
                      <w:temporary/>
                      <w:showingPlcHdr/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>
                        <w:t>[Fax]</w:t>
                      </w:r>
                    </w:sdtContent>
                  </w:sdt>
                </w:p>
              </w:tc>
              <w:tc>
                <w:tcPr>
                  <w:tcW w:w="92" w:type="pct"/>
                  <w:shd w:val="clear" w:color="auto" w:fill="000000" w:themeFill="text1"/>
                  <w:textDirection w:val="btLr"/>
                  <w:vAlign w:val="bottom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</w:tbl>
          <w:p w:rsidR="00FC459C" w:rsidRDefault="00FC459C"/>
        </w:tc>
        <w:tc>
          <w:tcPr>
            <w:tcW w:w="1081" w:type="dxa"/>
            <w:textDirection w:val="btLr"/>
          </w:tcPr>
          <w:p w:rsidR="00FC459C" w:rsidRDefault="00FC459C"/>
        </w:tc>
        <w:tc>
          <w:tcPr>
            <w:tcW w:w="3843" w:type="dxa"/>
          </w:tcPr>
          <w:tbl>
            <w:tblPr>
              <w:tblStyle w:val="BrochureHost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8"/>
            </w:tblGrid>
            <w:tr w:rsidR="00FC459C">
              <w:trPr>
                <w:trHeight w:val="5328"/>
              </w:trPr>
              <w:sdt>
                <w:sdtPr>
                  <w:alias w:val="Company Name"/>
                  <w:tag w:val=""/>
                  <w:id w:val="1289861575"/>
                  <w:placeholder>
                    <w:docPart w:val="45D7975498E847F1AC96A6813F374B23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EndPr/>
                <w:sdtContent>
                  <w:tc>
                    <w:tcPr>
                      <w:tcW w:w="3828" w:type="dxa"/>
                      <w:vAlign w:val="bottom"/>
                    </w:tcPr>
                    <w:p w:rsidR="00FC459C" w:rsidRDefault="005730AA">
                      <w:pPr>
                        <w:pStyle w:val="Title"/>
                      </w:pPr>
                      <w:r>
                        <w:t>[Company Name]</w:t>
                      </w:r>
                    </w:p>
                  </w:tc>
                </w:sdtContent>
              </w:sdt>
            </w:tr>
            <w:tr w:rsidR="00FC459C">
              <w:trPr>
                <w:trHeight w:hRule="exact" w:val="86"/>
              </w:trPr>
              <w:tc>
                <w:tcPr>
                  <w:tcW w:w="3828" w:type="dxa"/>
                  <w:shd w:val="clear" w:color="auto" w:fill="000000" w:themeFill="text1"/>
                </w:tcPr>
                <w:p w:rsidR="00FC459C" w:rsidRDefault="00FC459C">
                  <w:pPr>
                    <w:spacing w:after="180" w:line="288" w:lineRule="auto"/>
                  </w:pPr>
                </w:p>
              </w:tc>
            </w:tr>
            <w:tr w:rsidR="00FC459C">
              <w:trPr>
                <w:trHeight w:val="2650"/>
              </w:trPr>
              <w:sdt>
                <w:sdtPr>
                  <w:id w:val="1777681742"/>
                  <w:placeholder>
                    <w:docPart w:val="28B7DEE1CB614681A770597A22D1BC72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828" w:type="dxa"/>
                    </w:tcPr>
                    <w:p w:rsidR="00FC459C" w:rsidRDefault="005730AA">
                      <w:pPr>
                        <w:pStyle w:val="Subtitle"/>
                      </w:pPr>
                      <w:r>
                        <w:t>Products and Services</w:t>
                      </w:r>
                    </w:p>
                  </w:tc>
                </w:sdtContent>
              </w:sdt>
            </w:tr>
            <w:tr w:rsidR="00FC459C">
              <w:trPr>
                <w:trHeight w:val="2592"/>
              </w:trPr>
              <w:tc>
                <w:tcPr>
                  <w:tcW w:w="3828" w:type="dxa"/>
                  <w:vAlign w:val="bottom"/>
                </w:tcPr>
                <w:p w:rsidR="00FC459C" w:rsidRDefault="005730AA">
                  <w:pPr>
                    <w:pStyle w:val="NoSpacing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095" cy="415156"/>
                        <wp:effectExtent l="0" t="0" r="635" b="4445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Logo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1546" cy="456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459C" w:rsidRDefault="00FC459C"/>
        </w:tc>
      </w:tr>
    </w:tbl>
    <w:p w:rsidR="00FC459C" w:rsidRDefault="00FC459C">
      <w:pPr>
        <w:pStyle w:val="NoSpacing"/>
        <w:rPr>
          <w:sz w:val="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5"/>
        <w:gridCol w:w="1438"/>
        <w:gridCol w:w="3846"/>
        <w:gridCol w:w="1439"/>
        <w:gridCol w:w="3846"/>
      </w:tblGrid>
      <w:tr w:rsidR="00FC459C">
        <w:trPr>
          <w:cantSplit/>
          <w:trHeight w:hRule="exact" w:val="86"/>
          <w:jc w:val="center"/>
        </w:trPr>
        <w:tc>
          <w:tcPr>
            <w:tcW w:w="3845" w:type="dxa"/>
            <w:shd w:val="clear" w:color="auto" w:fill="000000" w:themeFill="text1"/>
          </w:tcPr>
          <w:p w:rsidR="00FC459C" w:rsidRDefault="00FC459C"/>
        </w:tc>
        <w:tc>
          <w:tcPr>
            <w:tcW w:w="1438" w:type="dxa"/>
          </w:tcPr>
          <w:p w:rsidR="00FC459C" w:rsidRDefault="00FC459C"/>
        </w:tc>
        <w:tc>
          <w:tcPr>
            <w:tcW w:w="3846" w:type="dxa"/>
            <w:shd w:val="clear" w:color="auto" w:fill="000000" w:themeFill="text1"/>
          </w:tcPr>
          <w:p w:rsidR="00FC459C" w:rsidRDefault="00FC459C"/>
        </w:tc>
        <w:tc>
          <w:tcPr>
            <w:tcW w:w="1439" w:type="dxa"/>
          </w:tcPr>
          <w:p w:rsidR="00FC459C" w:rsidRDefault="00FC459C"/>
        </w:tc>
        <w:tc>
          <w:tcPr>
            <w:tcW w:w="3846" w:type="dxa"/>
            <w:shd w:val="clear" w:color="auto" w:fill="000000" w:themeFill="text1"/>
          </w:tcPr>
          <w:p w:rsidR="00FC459C" w:rsidRDefault="00FC459C"/>
        </w:tc>
      </w:tr>
      <w:tr w:rsidR="00FC459C">
        <w:trPr>
          <w:cantSplit/>
          <w:trHeight w:hRule="exact" w:val="10570"/>
          <w:jc w:val="center"/>
        </w:trPr>
        <w:tc>
          <w:tcPr>
            <w:tcW w:w="3845" w:type="dxa"/>
          </w:tcPr>
          <w:sdt>
            <w:sdtPr>
              <w:id w:val="33934008"/>
              <w:placeholder>
                <w:docPart w:val="79CCF9A5FC5E4211A7782E9ACD433904"/>
              </w:placeholder>
              <w:temporary/>
              <w:showingPlcHdr/>
              <w15:appearance w15:val="hidden"/>
              <w:text/>
            </w:sdtPr>
            <w:sdtEndPr/>
            <w:sdtContent>
              <w:p w:rsidR="00FC459C" w:rsidRDefault="005730AA">
                <w:pPr>
                  <w:pStyle w:val="Heading2"/>
                </w:pPr>
                <w:r>
                  <w:t xml:space="preserve">Think a document that looks this good has to be difficult to format? Think again! </w:t>
                </w:r>
              </w:p>
            </w:sdtContent>
          </w:sdt>
          <w:sdt>
            <w:sdtPr>
              <w:id w:val="889080526"/>
              <w:placeholder>
                <w:docPart w:val="B167C9859B8546D2844BE07A5DCCA0B9"/>
              </w:placeholder>
              <w:temporary/>
              <w:showingPlcHdr/>
              <w15:appearance w15:val="hidden"/>
            </w:sdtPr>
            <w:sdtEndPr/>
            <w:sdtContent>
              <w:p w:rsidR="00FC459C" w:rsidRDefault="005730AA">
                <w:pPr>
                  <w:pStyle w:val="ListBullet"/>
                </w:pPr>
                <w:r>
                  <w:t>We’ve created styles that let you match the formatting in this brochure with just a click. On the Home tab of the ribbon, check out the Styles gallery.</w:t>
                </w:r>
              </w:p>
              <w:p w:rsidR="00FC459C" w:rsidRDefault="005730AA">
                <w:pPr>
                  <w:pStyle w:val="ListBullet"/>
                </w:pPr>
                <w:r>
                  <w:t>To customize the look just as easily, on the Design tab of the ribbon, check out the Themes, Colors, and Fonts galleries.</w:t>
                </w:r>
              </w:p>
            </w:sdtContent>
          </w:sdt>
          <w:sdt>
            <w:sdtPr>
              <w:rPr>
                <w:rStyle w:val="Heading3Char"/>
                <w:b/>
                <w:bCs/>
              </w:rPr>
              <w:id w:val="1073319025"/>
              <w:placeholder>
                <w:docPart w:val="4C566919AA2F4D10889EDF60AB711DBB"/>
              </w:placeholder>
              <w:temporary/>
              <w:showingPlcHdr/>
              <w15:appearance w15:val="hidden"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404040" w:themeColor="text1" w:themeTint="BF"/>
                <w:sz w:val="20"/>
              </w:rPr>
            </w:sdtEndPr>
            <w:sdtContent>
              <w:p w:rsidR="00FC459C" w:rsidRDefault="005730AA">
                <w:pPr>
                  <w:pStyle w:val="Heading3"/>
                </w:pPr>
                <w:r>
                  <w:t>Company-branded colors &amp; fonts?</w:t>
                </w:r>
              </w:p>
              <w:p w:rsidR="00FC459C" w:rsidRDefault="005730AA">
                <w:pPr>
                  <w:pStyle w:val="ListBullet"/>
                </w:pPr>
                <w:r>
                  <w:t>No problem! Those galleries give you the option to add your own.</w:t>
                </w:r>
              </w:p>
            </w:sdtContent>
          </w:sdt>
          <w:p w:rsidR="00FC459C" w:rsidRDefault="005730AA">
            <w:pPr>
              <w:pStyle w:val="Graphic"/>
            </w:pPr>
            <w:r>
              <w:rPr>
                <w:noProof/>
              </w:rPr>
              <w:drawing>
                <wp:inline distT="0" distB="0" distL="0" distR="0">
                  <wp:extent cx="2438400" cy="2409825"/>
                  <wp:effectExtent l="0" t="0" r="19050" b="9525"/>
                  <wp:docPr id="6" name="Di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</w:tc>
        <w:tc>
          <w:tcPr>
            <w:tcW w:w="1438" w:type="dxa"/>
          </w:tcPr>
          <w:p w:rsidR="00FC459C" w:rsidRDefault="00FC459C"/>
        </w:tc>
        <w:tc>
          <w:tcPr>
            <w:tcW w:w="3846" w:type="dxa"/>
          </w:tcPr>
          <w:p w:rsidR="00FC459C" w:rsidRDefault="005730AA">
            <w:pPr>
              <w:pStyle w:val="Graphic"/>
            </w:pPr>
            <w:r>
              <w:rPr>
                <w:noProof/>
              </w:rPr>
              <w:drawing>
                <wp:inline distT="0" distB="0" distL="0" distR="0">
                  <wp:extent cx="2441448" cy="2867025"/>
                  <wp:effectExtent l="0" t="0" r="16510" b="9525"/>
                  <wp:docPr id="9" name="Diagram 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  <w:sdt>
            <w:sdtPr>
              <w:rPr>
                <w:rStyle w:val="Heading2Char"/>
                <w:b/>
                <w:bCs/>
              </w:rPr>
              <w:id w:val="-1000425450"/>
              <w:placeholder>
                <w:docPart w:val="B4773AA8D3DF43E29B73296DD0459378"/>
              </w:placeholder>
              <w:temporary/>
              <w:showingPlcHdr/>
              <w15:appearance w15:val="hidden"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404040" w:themeColor="text1" w:themeTint="BF"/>
                <w:sz w:val="20"/>
                <w:szCs w:val="20"/>
              </w:rPr>
            </w:sdtEndPr>
            <w:sdtContent>
              <w:p w:rsidR="00FC459C" w:rsidRDefault="005730AA">
                <w:pPr>
                  <w:pStyle w:val="Heading2"/>
                </w:pPr>
                <w:r>
                  <w:t>So what do you include in a brochure like this?</w:t>
                </w:r>
              </w:p>
              <w:p w:rsidR="00FC459C" w:rsidRDefault="005730AA">
                <w:r>
                  <w:t xml:space="preserve">We know you could go on for hours about how great your business is. (And we don’t blame you—you’re amazing!) </w:t>
                </w:r>
              </w:p>
              <w:p w:rsidR="00FC459C" w:rsidRDefault="005730AA">
                <w:r>
                  <w:t xml:space="preserve">But since you need to keep it short and sweet here, maybe try a summary of competitive benefits at left and a brief success story here in the middle. </w:t>
                </w:r>
              </w:p>
              <w:p w:rsidR="00FC459C" w:rsidRDefault="005730AA">
                <w:r>
                  <w:t>The right side of this page is perfect for those glowing testimonials and a list of key products or services.</w:t>
                </w:r>
              </w:p>
            </w:sdtContent>
          </w:sdt>
        </w:tc>
        <w:tc>
          <w:tcPr>
            <w:tcW w:w="1439" w:type="dxa"/>
          </w:tcPr>
          <w:p w:rsidR="00FC459C" w:rsidRDefault="00FC459C"/>
        </w:tc>
        <w:tc>
          <w:tcPr>
            <w:tcW w:w="3846" w:type="dxa"/>
          </w:tcPr>
          <w:sdt>
            <w:sdtPr>
              <w:id w:val="-388026123"/>
              <w:placeholder>
                <w:docPart w:val="9729DDE32E3B4DEA888B269B21929E8A"/>
              </w:placeholder>
              <w:temporary/>
              <w:showingPlcHdr/>
              <w15:appearance w15:val="hidden"/>
              <w:text/>
            </w:sdtPr>
            <w:sdtEndPr/>
            <w:sdtContent>
              <w:p w:rsidR="00FC459C" w:rsidRDefault="005730AA">
                <w:pPr>
                  <w:pStyle w:val="Heading2"/>
                </w:pPr>
                <w:r>
                  <w:t>Don’t be shy! Show them how fabulous you are.</w:t>
                </w:r>
              </w:p>
            </w:sdtContent>
          </w:sdt>
          <w:sdt>
            <w:sdtPr>
              <w:rPr>
                <w:rStyle w:val="QuoteChar"/>
                <w:i/>
                <w:iCs/>
              </w:rPr>
              <w:id w:val="820471985"/>
              <w:placeholder>
                <w:docPart w:val="1BE60D47ED124A639628591986D8C017"/>
              </w:placeholder>
              <w:temporary/>
              <w:showingPlcHdr/>
              <w15:appearance w15:val="hidden"/>
            </w:sdtPr>
            <w:sdtEndPr>
              <w:rPr>
                <w:rStyle w:val="DefaultParagraphFont"/>
                <w:i w:val="0"/>
                <w:iCs w:val="0"/>
                <w:color w:val="404040" w:themeColor="text1" w:themeTint="BF"/>
                <w:sz w:val="20"/>
              </w:rPr>
            </w:sdtEndPr>
            <w:sdtContent>
              <w:p w:rsidR="00FC459C" w:rsidRDefault="005730AA">
                <w:pPr>
                  <w:pStyle w:val="Quote"/>
                </w:pPr>
                <w:r>
                  <w:t>“Your company is the greatest. I can’t imagine anyone living without you.”</w:t>
                </w:r>
              </w:p>
              <w:p w:rsidR="00FC459C" w:rsidRDefault="005730AA">
                <w:r>
                  <w:t>—Very smart customer</w:t>
                </w:r>
              </w:p>
              <w:p w:rsidR="00FC459C" w:rsidRDefault="005730AA">
                <w:pPr>
                  <w:pStyle w:val="Quote"/>
                </w:pPr>
                <w:r>
                  <w:t>“This style is named Quote but you can also use it to call attention to an important piece of info.”</w:t>
                </w:r>
              </w:p>
              <w:p w:rsidR="00FC459C" w:rsidRDefault="005730AA">
                <w:r>
                  <w:t>—Your friends in Word</w:t>
                </w:r>
              </w:p>
            </w:sdtContent>
          </w:sdt>
          <w:sdt>
            <w:sdtPr>
              <w:rPr>
                <w:rStyle w:val="Heading2Char"/>
                <w:b/>
                <w:bCs/>
              </w:rPr>
              <w:id w:val="-50307174"/>
              <w:placeholder>
                <w:docPart w:val="03F2C8AE0EED419F9E9BEA07B4F4B514"/>
              </w:placeholder>
              <w:temporary/>
              <w:showingPlcHdr/>
              <w15:appearance w15:val="hidden"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404040" w:themeColor="text1" w:themeTint="BF"/>
                <w:sz w:val="20"/>
                <w:szCs w:val="20"/>
              </w:rPr>
            </w:sdtEndPr>
            <w:sdtContent>
              <w:p w:rsidR="00FC459C" w:rsidRDefault="005730AA">
                <w:pPr>
                  <w:pStyle w:val="Heading2"/>
                </w:pPr>
                <w:r>
                  <w:t>What you offer:</w:t>
                </w:r>
              </w:p>
              <w:p w:rsidR="00FC459C" w:rsidRDefault="005730AA">
                <w:pPr>
                  <w:pStyle w:val="ListBullet"/>
                </w:pPr>
                <w:r>
                  <w:t>Product or service</w:t>
                </w:r>
              </w:p>
              <w:p w:rsidR="00FC459C" w:rsidRDefault="005730AA">
                <w:pPr>
                  <w:pStyle w:val="ListBullet"/>
                </w:pPr>
                <w:r>
                  <w:t>Product or service</w:t>
                </w:r>
              </w:p>
              <w:p w:rsidR="00FC459C" w:rsidRDefault="005730AA">
                <w:pPr>
                  <w:pStyle w:val="ListBullet"/>
                </w:pPr>
                <w:r>
                  <w:t>Product or service</w:t>
                </w:r>
              </w:p>
              <w:p w:rsidR="00FC459C" w:rsidRDefault="005730AA">
                <w:pPr>
                  <w:pStyle w:val="ListBullet"/>
                </w:pPr>
                <w:r>
                  <w:t>Product or service</w:t>
                </w:r>
              </w:p>
              <w:p w:rsidR="00FC459C" w:rsidRDefault="005730AA">
                <w:pPr>
                  <w:pStyle w:val="Heading3"/>
                </w:pPr>
                <w:r>
                  <w:t>Your most impressive clients:</w:t>
                </w:r>
              </w:p>
              <w:p w:rsidR="00FC459C" w:rsidRDefault="005730AA">
                <w:pPr>
                  <w:pStyle w:val="ListBullet"/>
                </w:pPr>
                <w:r>
                  <w:t>Big, important company</w:t>
                </w:r>
              </w:p>
              <w:p w:rsidR="00FC459C" w:rsidRDefault="005730AA">
                <w:pPr>
                  <w:pStyle w:val="ListBullet"/>
                </w:pPr>
                <w:r>
                  <w:t>Another really well-known company</w:t>
                </w:r>
              </w:p>
            </w:sdtContent>
          </w:sdt>
        </w:tc>
      </w:tr>
    </w:tbl>
    <w:p w:rsidR="00FC459C" w:rsidRDefault="00FC459C">
      <w:pPr>
        <w:pStyle w:val="NoSpacing"/>
        <w:rPr>
          <w:sz w:val="8"/>
        </w:rPr>
      </w:pPr>
    </w:p>
    <w:sectPr w:rsidR="00FC459C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7C2E1C0"/>
    <w:lvl w:ilvl="0">
      <w:start w:val="1"/>
      <w:numFmt w:val="bullet"/>
      <w:pStyle w:val="ListBullet"/>
      <w:lvlText w:val="•"/>
      <w:lvlJc w:val="left"/>
      <w:pPr>
        <w:tabs>
          <w:tab w:val="num" w:pos="216"/>
        </w:tabs>
        <w:ind w:left="216" w:hanging="216"/>
      </w:pPr>
      <w:rPr>
        <w:rFonts w:ascii="Constantia" w:hAnsi="Constantia" w:hint="default"/>
        <w:color w:val="92278F" w:themeColor="accent1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0AA"/>
    <w:rsid w:val="005730AA"/>
    <w:rsid w:val="00D117FA"/>
    <w:rsid w:val="00FC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21818-420B-4B52-AFD8-4972B29F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en-US" w:eastAsia="en-U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bottom w:val="single" w:sz="8" w:space="8" w:color="000000" w:themeColor="text1"/>
      </w:pBdr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92278F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pBdr>
        <w:bottom w:val="single" w:sz="8" w:space="4" w:color="000000" w:themeColor="text1"/>
      </w:pBd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36"/>
    <w:semiHidden/>
    <w:unhideWhenUsed/>
    <w:qFormat/>
    <w:pPr>
      <w:spacing w:after="0" w:line="240" w:lineRule="auto"/>
    </w:pPr>
  </w:style>
  <w:style w:type="table" w:customStyle="1" w:styleId="BrochureHostTable">
    <w:name w:val="Brochure Host Table"/>
    <w:basedOn w:val="TableNormal"/>
    <w:uiPriority w:val="99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raphic">
    <w:name w:val="Graphic"/>
    <w:basedOn w:val="Normal"/>
    <w:uiPriority w:val="2"/>
    <w:qFormat/>
    <w:pPr>
      <w:spacing w:before="480" w:after="0" w:line="240" w:lineRule="auto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92278F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000000" w:themeColor="text1"/>
      <w:sz w:val="22"/>
    </w:rPr>
  </w:style>
  <w:style w:type="paragraph" w:styleId="Quote">
    <w:name w:val="Quote"/>
    <w:basedOn w:val="Normal"/>
    <w:next w:val="Normal"/>
    <w:link w:val="QuoteChar"/>
    <w:uiPriority w:val="1"/>
    <w:qFormat/>
    <w:rPr>
      <w:i/>
      <w:iCs/>
      <w:color w:val="92278F" w:themeColor="accent1"/>
      <w:sz w:val="24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92278F" w:themeColor="accent1"/>
      <w:sz w:val="24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pBdr>
        <w:bottom w:val="single" w:sz="8" w:space="4" w:color="000000" w:themeColor="text1"/>
      </w:pBdr>
      <w:spacing w:before="120" w:after="120" w:line="240" w:lineRule="auto"/>
    </w:pPr>
    <w:rPr>
      <w:rFonts w:asciiTheme="majorHAnsi" w:eastAsiaTheme="majorEastAsia" w:hAnsiTheme="majorHAnsi" w:cstheme="majorBidi"/>
      <w:b/>
      <w:iCs/>
      <w:color w:val="000000" w:themeColor="text1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Pr>
      <w:rFonts w:asciiTheme="majorHAnsi" w:eastAsiaTheme="majorEastAsia" w:hAnsiTheme="majorHAnsi" w:cstheme="majorBidi"/>
      <w:b/>
      <w:iCs/>
      <w:color w:val="000000" w:themeColor="text1"/>
      <w:sz w:val="40"/>
      <w:szCs w:val="24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160" w:line="240" w:lineRule="auto"/>
    </w:pPr>
    <w:rPr>
      <w:rFonts w:asciiTheme="majorHAnsi" w:eastAsiaTheme="majorEastAsia" w:hAnsiTheme="majorHAnsi" w:cstheme="majorBidi"/>
      <w:b/>
      <w:color w:val="92278F" w:themeColor="accent1"/>
      <w:kern w:val="28"/>
      <w:sz w:val="76"/>
      <w:szCs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92278F" w:themeColor="accent1"/>
      <w:kern w:val="28"/>
      <w:sz w:val="76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2"/>
    <w:qFormat/>
    <w:pPr>
      <w:spacing w:after="0"/>
      <w:ind w:right="144"/>
    </w:pPr>
    <w:rPr>
      <w:color w:val="92278F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04040" w:themeColor="text1" w:themeTint="BF"/>
      <w:sz w:val="16"/>
      <w:szCs w:val="16"/>
    </w:rPr>
  </w:style>
  <w:style w:type="paragraph" w:customStyle="1" w:styleId="Recipient">
    <w:name w:val="Recipient"/>
    <w:basedOn w:val="ContactInfo"/>
    <w:qFormat/>
    <w:pPr>
      <w:spacing w:before="1200"/>
    </w:pPr>
    <w:rPr>
      <w:b/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7" Type="http://schemas.openxmlformats.org/officeDocument/2006/relationships/diagramLayout" Target="diagrams/layout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23" Type="http://schemas.openxmlformats.org/officeDocument/2006/relationships/glossaryDocument" Target="glossary/document.xml"/><Relationship Id="rId10" Type="http://schemas.microsoft.com/office/2007/relationships/diagramDrawing" Target="diagrams/drawing1.xml"/><Relationship Id="rId19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fanbutt\AppData\Roaming\Microsoft\Templates\Tri-fold%20brochure%20(Red%20and%20Black%20design)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diagram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4320E0-EBE9-4E3D-91C4-F63A5D1078A8}" type="doc">
      <dgm:prSet loTypeId="Brochure Picture and Caption - Horizontal_12/18/2011 3:48:38 PM" loCatId="other" qsTypeId="urn:microsoft.com/office/officeart/2005/8/quickstyle/3d1" qsCatId="3D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CEB82B4C-422E-44E3-9F1B-BE9EF0C97270}">
      <dgm:prSet phldrT="To replace a SmartArt photo like the one above, delete it. You'll see an icon that you can click to select your own image." phldr="1"/>
      <dgm:spPr/>
      <dgm:t>
        <a:bodyPr/>
        <a:lstStyle/>
        <a:p>
          <a:endParaRPr lang="en-US"/>
        </a:p>
      </dgm:t>
    </dgm:pt>
    <dgm:pt modelId="{19C8A2BB-7514-4EFD-BAC2-A4A2FE6B7ED3}" type="parTrans" cxnId="{C712A535-9C05-4922-ABA9-4930DC201316}">
      <dgm:prSet/>
      <dgm:spPr/>
      <dgm:t>
        <a:bodyPr/>
        <a:lstStyle/>
        <a:p>
          <a:endParaRPr lang="en-US"/>
        </a:p>
      </dgm:t>
    </dgm:pt>
    <dgm:pt modelId="{FFA41C46-65AE-4113-83E0-A70D7924FA2A}" type="sibTrans" cxnId="{C712A535-9C05-4922-ABA9-4930DC201316}">
      <dgm:prSet/>
      <dgm:spPr/>
      <dgm:t>
        <a:bodyPr/>
        <a:lstStyle/>
        <a:p>
          <a:endParaRPr lang="en-US"/>
        </a:p>
      </dgm:t>
    </dgm:pt>
    <dgm:pt modelId="{EB29FF35-E387-491C-B995-E966B40B94F2}" type="pres">
      <dgm:prSet presAssocID="{544320E0-EBE9-4E3D-91C4-F63A5D1078A8}" presName="Name0" presStyleCnt="0"/>
      <dgm:spPr/>
      <dgm:t>
        <a:bodyPr/>
        <a:lstStyle/>
        <a:p>
          <a:endParaRPr lang="en-US"/>
        </a:p>
      </dgm:t>
    </dgm:pt>
    <dgm:pt modelId="{309B7709-165D-45D1-9C54-540638332C4A}" type="pres">
      <dgm:prSet presAssocID="{CEB82B4C-422E-44E3-9F1B-BE9EF0C97270}" presName="rect1" presStyleLbl="fgImgPlace1" presStyleIdx="0" presStyleCnt="1" custScaleX="104648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  <dgm:t>
        <a:bodyPr/>
        <a:lstStyle/>
        <a:p>
          <a:endParaRPr lang="en-US"/>
        </a:p>
      </dgm:t>
    </dgm:pt>
    <dgm:pt modelId="{ADCA4D7F-EBBB-4D1F-AC04-53C9DE9B7D9C}" type="pres">
      <dgm:prSet presAssocID="{544320E0-EBE9-4E3D-91C4-F63A5D1078A8}" presName="rect2" presStyleLbl="node1" presStyleIdx="0" presStyleCnt="1" custScaleX="104648"/>
      <dgm:spPr/>
      <dgm:t>
        <a:bodyPr/>
        <a:lstStyle/>
        <a:p>
          <a:endParaRPr lang="en-US"/>
        </a:p>
      </dgm:t>
    </dgm:pt>
  </dgm:ptLst>
  <dgm:cxnLst>
    <dgm:cxn modelId="{C712A535-9C05-4922-ABA9-4930DC201316}" srcId="{544320E0-EBE9-4E3D-91C4-F63A5D1078A8}" destId="{CEB82B4C-422E-44E3-9F1B-BE9EF0C97270}" srcOrd="0" destOrd="0" parTransId="{19C8A2BB-7514-4EFD-BAC2-A4A2FE6B7ED3}" sibTransId="{FFA41C46-65AE-4113-83E0-A70D7924FA2A}"/>
    <dgm:cxn modelId="{C441050F-3083-4652-987A-819D17A17D75}" type="presOf" srcId="{544320E0-EBE9-4E3D-91C4-F63A5D1078A8}" destId="{EB29FF35-E387-491C-B995-E966B40B94F2}" srcOrd="0" destOrd="0" presId="Brochure Picture and Caption - Horizontal_12/18/2011 3:48:38 PM"/>
    <dgm:cxn modelId="{E9E1FEE7-40BC-42DD-AD20-83153FBBF04C}" type="presOf" srcId="{CEB82B4C-422E-44E3-9F1B-BE9EF0C97270}" destId="{ADCA4D7F-EBBB-4D1F-AC04-53C9DE9B7D9C}" srcOrd="0" destOrd="0" presId="Brochure Picture and Caption - Horizontal_12/18/2011 3:48:38 PM"/>
    <dgm:cxn modelId="{CB7AB2DF-8375-4FB5-B2C8-D34E00E077EE}" type="presParOf" srcId="{EB29FF35-E387-491C-B995-E966B40B94F2}" destId="{309B7709-165D-45D1-9C54-540638332C4A}" srcOrd="0" destOrd="0" presId="Brochure Picture and Caption - Horizontal_12/18/2011 3:48:38 PM"/>
    <dgm:cxn modelId="{0FAD3F5B-9DD9-4830-A3F5-F80FA5A8A4DD}" type="presParOf" srcId="{EB29FF35-E387-491C-B995-E966B40B94F2}" destId="{ADCA4D7F-EBBB-4D1F-AC04-53C9DE9B7D9C}" srcOrd="1" destOrd="0" presId="Brochure Picture and Caption - Horizontal_12/18/2011 3:48:38 PM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F7A516D-410C-4387-A5A9-AD47E528E531}" type="doc">
      <dgm:prSet loTypeId="Picture and Caption Horiz 2_12/18/2011 3:55:57 PM" loCatId="other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A9B192E2-B259-4984-8538-0BD4F8ED2FFF}">
      <dgm:prSet phldrT="Just delete the image above and then click the icon to select your own photo." phldr="1"/>
      <dgm:spPr/>
      <dgm:t>
        <a:bodyPr/>
        <a:lstStyle/>
        <a:p>
          <a:endParaRPr lang="en-US"/>
        </a:p>
      </dgm:t>
    </dgm:pt>
    <dgm:pt modelId="{AEAF23A6-EFF4-47B8-942F-DFC3716CF3AE}" type="parTrans" cxnId="{576F3AA4-0F00-43C2-9C50-3FA2993E384C}">
      <dgm:prSet/>
      <dgm:spPr/>
      <dgm:t>
        <a:bodyPr/>
        <a:lstStyle/>
        <a:p>
          <a:endParaRPr lang="en-US"/>
        </a:p>
      </dgm:t>
    </dgm:pt>
    <dgm:pt modelId="{73B83762-78AA-46CD-A324-F89FEDED0C82}" type="sibTrans" cxnId="{576F3AA4-0F00-43C2-9C50-3FA2993E384C}">
      <dgm:prSet/>
      <dgm:spPr/>
      <dgm:t>
        <a:bodyPr/>
        <a:lstStyle/>
        <a:p>
          <a:endParaRPr lang="en-US"/>
        </a:p>
      </dgm:t>
    </dgm:pt>
    <dgm:pt modelId="{391EE134-45F4-4C30-8394-70F845CB9A14}" type="pres">
      <dgm:prSet presAssocID="{3F7A516D-410C-4387-A5A9-AD47E528E531}" presName="Name0" presStyleCnt="0"/>
      <dgm:spPr/>
      <dgm:t>
        <a:bodyPr/>
        <a:lstStyle/>
        <a:p>
          <a:endParaRPr lang="en-US"/>
        </a:p>
      </dgm:t>
    </dgm:pt>
    <dgm:pt modelId="{B4320D2B-9F05-49F2-9014-6D9ED170D50D}" type="pres">
      <dgm:prSet presAssocID="{3F7A516D-410C-4387-A5A9-AD47E528E531}" presName="rect1" presStyleLbl="node1" presStyleIdx="0" presStyleCnt="1" custScaleX="100552"/>
      <dgm:spPr/>
      <dgm:t>
        <a:bodyPr/>
        <a:lstStyle/>
        <a:p>
          <a:endParaRPr lang="en-US"/>
        </a:p>
      </dgm:t>
    </dgm:pt>
    <dgm:pt modelId="{49CE9A4F-2C0C-4F30-936B-596527F3CC3F}" type="pres">
      <dgm:prSet presAssocID="{A9B192E2-B259-4984-8538-0BD4F8ED2FFF}" presName="rect2" presStyleLbl="fgImgPlace1" presStyleIdx="0" presStyleCnt="1" custScaleX="100552" custLinFactNeighborX="1571"/>
      <dgm:spPr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172" t="-52369" r="-2734" b="-49209"/>
          </a:stretch>
        </a:blipFill>
      </dgm:spPr>
    </dgm:pt>
  </dgm:ptLst>
  <dgm:cxnLst>
    <dgm:cxn modelId="{92B24A6A-D7B3-4441-B7D0-A3953D2E8066}" type="presOf" srcId="{3F7A516D-410C-4387-A5A9-AD47E528E531}" destId="{391EE134-45F4-4C30-8394-70F845CB9A14}" srcOrd="0" destOrd="0" presId="Picture and Caption Horiz 2_12/18/2011 3:55:57 PM"/>
    <dgm:cxn modelId="{3E990F2C-7F9E-4C51-8F0F-38F7C55644D1}" type="presOf" srcId="{A9B192E2-B259-4984-8538-0BD4F8ED2FFF}" destId="{B4320D2B-9F05-49F2-9014-6D9ED170D50D}" srcOrd="0" destOrd="0" presId="Picture and Caption Horiz 2_12/18/2011 3:55:57 PM"/>
    <dgm:cxn modelId="{576F3AA4-0F00-43C2-9C50-3FA2993E384C}" srcId="{3F7A516D-410C-4387-A5A9-AD47E528E531}" destId="{A9B192E2-B259-4984-8538-0BD4F8ED2FFF}" srcOrd="0" destOrd="0" parTransId="{AEAF23A6-EFF4-47B8-942F-DFC3716CF3AE}" sibTransId="{73B83762-78AA-46CD-A324-F89FEDED0C82}"/>
    <dgm:cxn modelId="{6B2CEA3E-0635-4252-BAE5-E83F895943F5}" type="presParOf" srcId="{391EE134-45F4-4C30-8394-70F845CB9A14}" destId="{B4320D2B-9F05-49F2-9014-6D9ED170D50D}" srcOrd="0" destOrd="0" presId="Picture and Caption Horiz 2_12/18/2011 3:55:57 PM"/>
    <dgm:cxn modelId="{2387EE8D-905D-4C1A-8F08-F22AC145D1D9}" type="presParOf" srcId="{391EE134-45F4-4C30-8394-70F845CB9A14}" destId="{49CE9A4F-2C0C-4F30-936B-596527F3CC3F}" srcOrd="1" destOrd="0" presId="Picture and Caption Horiz 2_12/18/2011 3:55:57 PM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BB4E02E-3916-4D64-8AA4-7FABE5A2FAEF}" type="doc">
      <dgm:prSet loTypeId="Brochure Picture and Caption_12/18/2011 3:33:21 PM" loCatId="other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B0746407-5628-4DD6-8902-15ABFF545B25}">
      <dgm:prSet phldrT="If your photo isn't a flawless fit for the dimensions of a picture placeholder, you can crop it in no time. Just select it and then, on the Picture Tools Format tab, in the Size group, click Crop." phldr="1"/>
      <dgm:spPr/>
      <dgm:t>
        <a:bodyPr/>
        <a:lstStyle/>
        <a:p>
          <a:endParaRPr lang="en-US"/>
        </a:p>
      </dgm:t>
    </dgm:pt>
    <dgm:pt modelId="{FB3E46B6-1864-4FD3-98A3-468DE25FAB5A}" type="parTrans" cxnId="{C1B1EFD0-E3AD-4FAD-9870-CE5697BE6FEB}">
      <dgm:prSet/>
      <dgm:spPr/>
      <dgm:t>
        <a:bodyPr/>
        <a:lstStyle/>
        <a:p>
          <a:endParaRPr lang="en-US"/>
        </a:p>
      </dgm:t>
    </dgm:pt>
    <dgm:pt modelId="{8DFC36B7-1A83-4A67-9C53-9FCF96D883AC}" type="sibTrans" cxnId="{C1B1EFD0-E3AD-4FAD-9870-CE5697BE6FEB}">
      <dgm:prSet/>
      <dgm:spPr/>
      <dgm:t>
        <a:bodyPr/>
        <a:lstStyle/>
        <a:p>
          <a:endParaRPr lang="en-US"/>
        </a:p>
      </dgm:t>
    </dgm:pt>
    <dgm:pt modelId="{118F0189-D878-457B-A220-6528B212F9D3}" type="pres">
      <dgm:prSet presAssocID="{8BB4E02E-3916-4D64-8AA4-7FABE5A2FAEF}" presName="Name0" presStyleCnt="0"/>
      <dgm:spPr/>
      <dgm:t>
        <a:bodyPr/>
        <a:lstStyle/>
        <a:p>
          <a:endParaRPr lang="en-US"/>
        </a:p>
      </dgm:t>
    </dgm:pt>
    <dgm:pt modelId="{7939B458-B9EF-4D5C-A821-AA960C0B2C64}" type="pres">
      <dgm:prSet presAssocID="{8BB4E02E-3916-4D64-8AA4-7FABE5A2FAEF}" presName="rect1" presStyleLbl="node1" presStyleIdx="0" presStyleCnt="1" custScaleX="101584" custLinFactNeighborX="-4884"/>
      <dgm:spPr/>
      <dgm:t>
        <a:bodyPr/>
        <a:lstStyle/>
        <a:p>
          <a:endParaRPr lang="en-US"/>
        </a:p>
      </dgm:t>
    </dgm:pt>
    <dgm:pt modelId="{2DB8AA18-1C94-4C3C-BB10-9EF73043B60B}" type="pres">
      <dgm:prSet presAssocID="{B0746407-5628-4DD6-8902-15ABFF545B25}" presName="rect2" presStyleLbl="fgImgPlace1" presStyleIdx="0" presStyleCnt="1" custScaleX="101584" custLinFactNeighborX="3256"/>
      <dgm:spPr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92624" t="-1996" r="-48138" b="-1895"/>
          </a:stretch>
        </a:blipFill>
      </dgm:spPr>
    </dgm:pt>
  </dgm:ptLst>
  <dgm:cxnLst>
    <dgm:cxn modelId="{C1B1EFD0-E3AD-4FAD-9870-CE5697BE6FEB}" srcId="{8BB4E02E-3916-4D64-8AA4-7FABE5A2FAEF}" destId="{B0746407-5628-4DD6-8902-15ABFF545B25}" srcOrd="0" destOrd="0" parTransId="{FB3E46B6-1864-4FD3-98A3-468DE25FAB5A}" sibTransId="{8DFC36B7-1A83-4A67-9C53-9FCF96D883AC}"/>
    <dgm:cxn modelId="{F498A340-CCEF-4CCC-8207-912CF6F66153}" type="presOf" srcId="{8BB4E02E-3916-4D64-8AA4-7FABE5A2FAEF}" destId="{118F0189-D878-457B-A220-6528B212F9D3}" srcOrd="0" destOrd="0" presId="Brochure Picture and Caption_12/18/2011 3:33:21 PM"/>
    <dgm:cxn modelId="{70112C52-77BC-4FE3-B177-FAE4F046B8B3}" type="presOf" srcId="{B0746407-5628-4DD6-8902-15ABFF545B25}" destId="{7939B458-B9EF-4D5C-A821-AA960C0B2C64}" srcOrd="0" destOrd="0" presId="Brochure Picture and Caption_12/18/2011 3:33:21 PM"/>
    <dgm:cxn modelId="{E2A73CAC-8FFA-4516-85D8-9C0D8F50A1C8}" type="presParOf" srcId="{118F0189-D878-457B-A220-6528B212F9D3}" destId="{7939B458-B9EF-4D5C-A821-AA960C0B2C64}" srcOrd="0" destOrd="0" presId="Brochure Picture and Caption_12/18/2011 3:33:21 PM"/>
    <dgm:cxn modelId="{D83B4E39-F5B9-4CA3-AA7A-C40A06F55ED2}" type="presParOf" srcId="{118F0189-D878-457B-A220-6528B212F9D3}" destId="{2DB8AA18-1C94-4C3C-BB10-9EF73043B60B}" srcOrd="1" destOrd="0" presId="Brochure Picture and Caption_12/18/2011 3:33:21 PM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9B7709-165D-45D1-9C54-540638332C4A}">
      <dsp:nvSpPr>
        <dsp:cNvPr id="0" name=""/>
        <dsp:cNvSpPr/>
      </dsp:nvSpPr>
      <dsp:spPr>
        <a:xfrm>
          <a:off x="1051" y="0"/>
          <a:ext cx="2441447" cy="2121006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ADCA4D7F-EBBB-4D1F-AC04-53C9DE9B7D9C}">
      <dsp:nvSpPr>
        <dsp:cNvPr id="0" name=""/>
        <dsp:cNvSpPr/>
      </dsp:nvSpPr>
      <dsp:spPr>
        <a:xfrm>
          <a:off x="-1050" y="2189405"/>
          <a:ext cx="2441447" cy="991944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-1050" y="2189405"/>
        <a:ext cx="2441447" cy="9919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320D2B-9F05-49F2-9014-6D9ED170D50D}">
      <dsp:nvSpPr>
        <dsp:cNvPr id="0" name=""/>
        <dsp:cNvSpPr/>
      </dsp:nvSpPr>
      <dsp:spPr>
        <a:xfrm>
          <a:off x="3" y="1683021"/>
          <a:ext cx="2438392" cy="72680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" y="1683021"/>
        <a:ext cx="2438392" cy="726803"/>
      </dsp:txXfrm>
    </dsp:sp>
    <dsp:sp modelId="{49CE9A4F-2C0C-4F30-936B-596527F3CC3F}">
      <dsp:nvSpPr>
        <dsp:cNvPr id="0" name=""/>
        <dsp:cNvSpPr/>
      </dsp:nvSpPr>
      <dsp:spPr>
        <a:xfrm>
          <a:off x="7" y="0"/>
          <a:ext cx="2438392" cy="1615064"/>
        </a:xfrm>
        <a:prstGeom prst="rect">
          <a:avLst/>
        </a:prstGeom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172" t="-52369" r="-2734" b="-49209"/>
          </a:stretch>
        </a:blip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39B458-B9EF-4D5C-A821-AA960C0B2C64}">
      <dsp:nvSpPr>
        <dsp:cNvPr id="0" name=""/>
        <dsp:cNvSpPr/>
      </dsp:nvSpPr>
      <dsp:spPr>
        <a:xfrm>
          <a:off x="0" y="0"/>
          <a:ext cx="1188716" cy="286702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0" y="0"/>
        <a:ext cx="1188716" cy="2867025"/>
      </dsp:txXfrm>
    </dsp:sp>
    <dsp:sp modelId="{2DB8AA18-1C94-4C3C-BB10-9EF73043B60B}">
      <dsp:nvSpPr>
        <dsp:cNvPr id="0" name=""/>
        <dsp:cNvSpPr/>
      </dsp:nvSpPr>
      <dsp:spPr>
        <a:xfrm>
          <a:off x="1252731" y="0"/>
          <a:ext cx="1188716" cy="2867025"/>
        </a:xfrm>
        <a:prstGeom prst="rect">
          <a:avLst/>
        </a:prstGeom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92624" t="-1996" r="-48138" b="-1895"/>
          </a:stretch>
        </a:blip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Brochure Picture and Caption - Horizontal_12/18/2011 3:48:38 PM">
  <dgm:title val="Picture and Caption"/>
  <dgm:desc val=""/>
  <dgm:catLst>
    <dgm:cat type="other" pri="1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alg type="composite">
      <dgm:param type="ar" val="0.734"/>
    </dgm:alg>
    <dgm:shape xmlns:r="http://schemas.openxmlformats.org/officeDocument/2006/relationships" r:blip="">
      <dgm:adjLst/>
    </dgm:shape>
    <dgm:constrLst>
      <dgm:constr type="primFontSz" for="des" ptType="node" op="equ" val="9"/>
      <dgm:constr type="l" for="ch" forName="rect1" refType="w" fact="0.0009"/>
      <dgm:constr type="t" for="ch" forName="rect1" refType="h" fact="0"/>
      <dgm:constr type="w" for="ch" forName="rect1" refType="w" fact="0.9991"/>
      <dgm:constr type="h" for="ch" forName="rect1" refType="h" fact="0.6667"/>
      <dgm:constr type="l" for="ch" forName="rect2" refType="w" fact="0"/>
      <dgm:constr type="t" for="ch" forName="rect2" refType="h" fact="0.6882"/>
      <dgm:constr type="w" for="ch" forName="rect2" refType="w" fact="0.9991"/>
      <dgm:constr type="h" for="ch" forName="rect2" refType="h" fact="0.3118"/>
    </dgm:constrLst>
    <dgm:forEach name="Name1" axis="ch self" ptType="node node" st="1 1" cnt="1 1">
      <dgm:layoutNode name="rect1" styleLbl="fgImgPlace1">
        <dgm:alg type="sp"/>
        <dgm:shape xmlns:r="http://schemas.openxmlformats.org/officeDocument/2006/relationships" type="rect" r:blip="" blipPhldr="1">
          <dgm:adjLst/>
        </dgm:shape>
        <dgm:presOf/>
      </dgm:layoutNode>
    </dgm:forEach>
    <dgm:layoutNode name="rect2" styleLbl="node1"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self" ptType="node node" st="1 1" cnt="1 0"/>
      <dgm:constrLst>
        <dgm:constr type="lMarg" refType="primFontSz"/>
        <dgm:constr type="rMarg" refType="primFontSz"/>
        <dgm:constr type="tMarg" refType="primFontSz"/>
        <dgm:constr type="bMarg" refType="primFontSz"/>
      </dgm:constrLst>
      <dgm:ruleLst>
        <dgm:rule type="primFontSz" val="9" fact="NaN" max="NaN"/>
      </dgm:ruleLst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Picture and Caption Horiz 2_12/18/2011 3:55:57 PM">
  <dgm:title val="Picture and Caption"/>
  <dgm:desc val=""/>
  <dgm:catLst>
    <dgm:cat type="other" pri="1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alg type="composite">
      <dgm:param type="ar" val="1.0063"/>
    </dgm:alg>
    <dgm:shape xmlns:r="http://schemas.openxmlformats.org/officeDocument/2006/relationships" r:blip="">
      <dgm:adjLst/>
    </dgm:shape>
    <dgm:constrLst>
      <dgm:constr type="primFontSz" for="des" ptType="node" op="equ" val="9"/>
      <dgm:constr type="l" for="ch" forName="rect1" refType="w" fact="0"/>
      <dgm:constr type="t" for="ch" forName="rect1" refType="h" fact="0.6984"/>
      <dgm:constr type="w" for="ch" forName="rect1" refType="w"/>
      <dgm:constr type="h" for="ch" forName="rect1" refType="h" fact="0.3016"/>
      <dgm:constr type="l" for="ch" forName="rect2" refType="w" fact="0"/>
      <dgm:constr type="t" for="ch" forName="rect2" refType="h" fact="0"/>
      <dgm:constr type="w" for="ch" forName="rect2" refType="w"/>
      <dgm:constr type="h" for="ch" forName="rect2" refType="h" fact="0.6702"/>
    </dgm:constrLst>
    <dgm:layoutNode name="rect1" styleLbl="node1"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self" ptType="node node" st="1 1" cnt="1 0"/>
      <dgm:constrLst>
        <dgm:constr type="lMarg" refType="primFontSz"/>
        <dgm:constr type="rMarg" refType="primFontSz"/>
        <dgm:constr type="tMarg" refType="primFontSz"/>
        <dgm:constr type="bMarg" refType="primFontSz"/>
      </dgm:constrLst>
      <dgm:ruleLst>
        <dgm:rule type="primFontSz" val="9" fact="NaN" max="NaN"/>
      </dgm:ruleLst>
    </dgm:layoutNode>
    <dgm:forEach name="Name1" axis="ch self" ptType="node node" st="1 1" cnt="1 1">
      <dgm:layoutNode name="rect2" styleLbl="fgImgPlace1">
        <dgm:alg type="sp"/>
        <dgm:shape xmlns:r="http://schemas.openxmlformats.org/officeDocument/2006/relationships" type="rect" r:blip="" blipPhldr="1">
          <dgm:adjLst/>
        </dgm:shape>
        <dgm:presOf/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Brochure Picture and Caption_12/18/2011 3:33:21 PM">
  <dgm:title val="Picture and Caption"/>
  <dgm:desc val=""/>
  <dgm:catLst>
    <dgm:cat type="other" pri="1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alg type="composite">
      <dgm:param type="ar" val="0.8393"/>
    </dgm:alg>
    <dgm:shape xmlns:r="http://schemas.openxmlformats.org/officeDocument/2006/relationships" r:blip="">
      <dgm:adjLst/>
    </dgm:shape>
    <dgm:constrLst>
      <dgm:constr type="primFontSz" for="des" ptType="node" op="equ" val="9"/>
      <dgm:constr type="l" for="ch" forName="rect1" refType="w" fact="0"/>
      <dgm:constr type="t" for="ch" forName="rect1" refType="h" fact="0"/>
      <dgm:constr type="w" for="ch" forName="rect1" refType="w" fact="0.4863"/>
      <dgm:constr type="h" for="ch" forName="rect1" refType="h"/>
      <dgm:constr type="l" for="ch" forName="rect2" refType="w" fact="0.5137"/>
      <dgm:constr type="t" for="ch" forName="rect2" refType="h" fact="0"/>
      <dgm:constr type="w" for="ch" forName="rect2" refType="w" fact="0.4863"/>
      <dgm:constr type="h" for="ch" forName="rect2" refType="h"/>
    </dgm:constrLst>
    <dgm:layoutNode name="rect1" styleLbl="node1"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self" ptType="node node" st="1 1" cnt="1 0"/>
      <dgm:constrLst>
        <dgm:constr type="lMarg" refType="primFontSz"/>
        <dgm:constr type="rMarg" refType="primFontSz"/>
        <dgm:constr type="tMarg" refType="primFontSz"/>
        <dgm:constr type="bMarg" refType="primFontSz"/>
      </dgm:constrLst>
      <dgm:ruleLst>
        <dgm:rule type="primFontSz" val="9" fact="NaN" max="NaN"/>
      </dgm:ruleLst>
    </dgm:layoutNode>
    <dgm:forEach name="Name1" axis="ch self" ptType="node node" st="1 1" cnt="1 1">
      <dgm:layoutNode name="rect2" styleLbl="fgImgPlace1">
        <dgm:alg type="sp"/>
        <dgm:shape xmlns:r="http://schemas.openxmlformats.org/officeDocument/2006/relationships" type="rect" r:blip="" blipPhldr="1">
          <dgm:adjLst/>
        </dgm:shape>
        <dgm:presOf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DC7BB0AE4D46A8B1449A1EE29EF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3751F-0C34-431A-8207-CBEC85BCFDF1}"/>
      </w:docPartPr>
      <w:docPartBody>
        <w:p w:rsidR="00E9394C" w:rsidRDefault="00A80790">
          <w:pPr>
            <w:pStyle w:val="DEDC7BB0AE4D46A8B1449A1EE29EF882"/>
          </w:pPr>
          <w:r>
            <w:t>This would be a great place for a mission statement.</w:t>
          </w:r>
        </w:p>
      </w:docPartBody>
    </w:docPart>
    <w:docPart>
      <w:docPartPr>
        <w:name w:val="13E2900ADB584E359CE53B73D98F9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7141F-AF48-4EA7-A832-EFF349106802}"/>
      </w:docPartPr>
      <w:docPartBody>
        <w:p w:rsidR="004A7CBD" w:rsidRDefault="00A80790">
          <w:r>
            <w:t>You can use this fresh, professional brochure just as it is or easily customize it.</w:t>
          </w:r>
        </w:p>
        <w:p w:rsidR="004A7CBD" w:rsidRDefault="00A80790">
          <w:r>
            <w:t>On the next page, we’ve added a few tips (like this one) to help you get started. To replace any tip text with your own, just click it and begin typing.</w:t>
          </w:r>
        </w:p>
        <w:p w:rsidR="00E9394C" w:rsidRDefault="00A80790">
          <w:pPr>
            <w:pStyle w:val="13E2900ADB584E359CE53B73D98F95BF"/>
          </w:pPr>
          <w:r>
            <w:t>(By the way, to replace a logo with your own, just right-click it and then choose Change Picture.)</w:t>
          </w:r>
        </w:p>
      </w:docPartBody>
    </w:docPart>
    <w:docPart>
      <w:docPartPr>
        <w:name w:val="9930DC5B69AF41608745432402A4F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7993C-9C05-49BA-9E80-67FFBAF3847B}"/>
      </w:docPartPr>
      <w:docPartBody>
        <w:p w:rsidR="00E9394C" w:rsidRDefault="00A80790">
          <w:pPr>
            <w:pStyle w:val="9930DC5B69AF41608745432402A4F0AD"/>
          </w:pPr>
          <w:r>
            <w:t>[Recipient]</w:t>
          </w:r>
        </w:p>
      </w:docPartBody>
    </w:docPart>
    <w:docPart>
      <w:docPartPr>
        <w:name w:val="BF3ABB0BB2604E40968CAFB30061F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C6EEC-3679-4330-B6C0-92D3A929C79E}"/>
      </w:docPartPr>
      <w:docPartBody>
        <w:p w:rsidR="00E9394C" w:rsidRDefault="00A80790">
          <w:pPr>
            <w:pStyle w:val="BF3ABB0BB2604E40968CAFB30061F1B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72097B503492488180B3E4CC2D961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0A313-B128-4F42-BA33-C4F563D81F10}"/>
      </w:docPartPr>
      <w:docPartBody>
        <w:p w:rsidR="00E9394C" w:rsidRDefault="00A80790">
          <w:pPr>
            <w:pStyle w:val="72097B503492488180B3E4CC2D961B45"/>
          </w:pPr>
          <w:r>
            <w:rPr>
              <w:rStyle w:val="Strong"/>
            </w:rPr>
            <w:t>[Company Name]</w:t>
          </w:r>
        </w:p>
      </w:docPartBody>
    </w:docPart>
    <w:docPart>
      <w:docPartPr>
        <w:name w:val="45D7975498E847F1AC96A6813F374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FBA81-6462-4F5B-B84B-E16293CA70F8}"/>
      </w:docPartPr>
      <w:docPartBody>
        <w:p w:rsidR="00E9394C" w:rsidRDefault="00A80790">
          <w:pPr>
            <w:pStyle w:val="45D7975498E847F1AC96A6813F374B23"/>
          </w:pPr>
          <w:r>
            <w:t>[Company Name]</w:t>
          </w:r>
        </w:p>
      </w:docPartBody>
    </w:docPart>
    <w:docPart>
      <w:docPartPr>
        <w:name w:val="28B7DEE1CB614681A770597A22D1B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C2995-B872-48F8-ACA9-1483B427AF66}"/>
      </w:docPartPr>
      <w:docPartBody>
        <w:p w:rsidR="00E9394C" w:rsidRDefault="00A80790">
          <w:pPr>
            <w:pStyle w:val="28B7DEE1CB614681A770597A22D1BC72"/>
          </w:pPr>
          <w:r>
            <w:t>Products and Services</w:t>
          </w:r>
        </w:p>
      </w:docPartBody>
    </w:docPart>
    <w:docPart>
      <w:docPartPr>
        <w:name w:val="79CCF9A5FC5E4211A7782E9ACD433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02882-15E1-4F60-9391-6295E0A339C0}"/>
      </w:docPartPr>
      <w:docPartBody>
        <w:p w:rsidR="00E9394C" w:rsidRDefault="00A80790">
          <w:pPr>
            <w:pStyle w:val="79CCF9A5FC5E4211A7782E9ACD433904"/>
          </w:pPr>
          <w:r>
            <w:t xml:space="preserve">Think a document that looks this good has to be difficult to format? Think again! </w:t>
          </w:r>
        </w:p>
      </w:docPartBody>
    </w:docPart>
    <w:docPart>
      <w:docPartPr>
        <w:name w:val="B167C9859B8546D2844BE07A5DCCA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30CC0-D82B-40BF-935E-EFA61477F4E9}"/>
      </w:docPartPr>
      <w:docPartBody>
        <w:p w:rsidR="004A7CBD" w:rsidRDefault="00A80790">
          <w:pPr>
            <w:pStyle w:val="ListBullet"/>
          </w:pPr>
          <w:r>
            <w:t>We’ve created styles that let you match the formatting in this brochure with just a click. On the Home tab of the ribbon, check out the Styles gallery.</w:t>
          </w:r>
        </w:p>
        <w:p w:rsidR="00E9394C" w:rsidRDefault="00A80790">
          <w:pPr>
            <w:pStyle w:val="B167C9859B8546D2844BE07A5DCCA0B9"/>
          </w:pPr>
          <w:r>
            <w:t>To customize the look just as easily, on the Design tab of the ribbon, check out the Themes, Colors, and Fonts galleries.</w:t>
          </w:r>
        </w:p>
      </w:docPartBody>
    </w:docPart>
    <w:docPart>
      <w:docPartPr>
        <w:name w:val="4C566919AA2F4D10889EDF60AB711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10F7E-3129-41E9-AB7D-EAD1DE23A2A4}"/>
      </w:docPartPr>
      <w:docPartBody>
        <w:p w:rsidR="004A7CBD" w:rsidRDefault="00A80790">
          <w:pPr>
            <w:pStyle w:val="Heading3"/>
          </w:pPr>
          <w:r>
            <w:t>Company-branded colors &amp; fonts?</w:t>
          </w:r>
        </w:p>
        <w:p w:rsidR="00E9394C" w:rsidRDefault="00A80790">
          <w:pPr>
            <w:pStyle w:val="4C566919AA2F4D10889EDF60AB711DBB"/>
          </w:pPr>
          <w:r>
            <w:t>No problem! Those galleries give you the option to add your own.</w:t>
          </w:r>
        </w:p>
      </w:docPartBody>
    </w:docPart>
    <w:docPart>
      <w:docPartPr>
        <w:name w:val="B4773AA8D3DF43E29B73296DD0459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51CD6-C3D7-4F97-B1B5-49BD66C3D41A}"/>
      </w:docPartPr>
      <w:docPartBody>
        <w:p w:rsidR="004A7CBD" w:rsidRDefault="00A80790">
          <w:pPr>
            <w:pStyle w:val="Heading2"/>
          </w:pPr>
          <w:r>
            <w:t>So what do you include in a brochure like this?</w:t>
          </w:r>
        </w:p>
        <w:p w:rsidR="004A7CBD" w:rsidRDefault="00A80790">
          <w:r>
            <w:t xml:space="preserve">We know you could go on for hours about how great your business is. (And we don’t blame you—you’re amazing!) </w:t>
          </w:r>
        </w:p>
        <w:p w:rsidR="004A7CBD" w:rsidRDefault="00A80790">
          <w:r>
            <w:t xml:space="preserve">But since you need to keep it short and sweet here, maybe try a summary of competitive benefits at left and a brief success story here in the middle. </w:t>
          </w:r>
        </w:p>
        <w:p w:rsidR="00E9394C" w:rsidRDefault="00A80790">
          <w:pPr>
            <w:pStyle w:val="B4773AA8D3DF43E29B73296DD0459378"/>
          </w:pPr>
          <w:r>
            <w:t>The right side of this page is perfect for those glowing testimonials and a list of key products or services.</w:t>
          </w:r>
        </w:p>
      </w:docPartBody>
    </w:docPart>
    <w:docPart>
      <w:docPartPr>
        <w:name w:val="9729DDE32E3B4DEA888B269B21929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7DE4F-9C56-43B0-A57D-66A2B23FFC50}"/>
      </w:docPartPr>
      <w:docPartBody>
        <w:p w:rsidR="00E9394C" w:rsidRDefault="00A80790">
          <w:pPr>
            <w:pStyle w:val="9729DDE32E3B4DEA888B269B21929E8A"/>
          </w:pPr>
          <w:r>
            <w:t>Don’t be shy! Show them how fabulous you are.</w:t>
          </w:r>
        </w:p>
      </w:docPartBody>
    </w:docPart>
    <w:docPart>
      <w:docPartPr>
        <w:name w:val="1BE60D47ED124A639628591986D8C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F5AB4-4949-4D2D-B2E9-BA8DDAC6A437}"/>
      </w:docPartPr>
      <w:docPartBody>
        <w:p w:rsidR="004A7CBD" w:rsidRDefault="00A80790">
          <w:pPr>
            <w:pStyle w:val="Quote"/>
          </w:pPr>
          <w:r>
            <w:t>“Your company is the greatest. I can’t imagine anyone living without you.”</w:t>
          </w:r>
        </w:p>
        <w:p w:rsidR="004A7CBD" w:rsidRDefault="00A80790">
          <w:r>
            <w:t>—Very smart customer</w:t>
          </w:r>
        </w:p>
        <w:p w:rsidR="004A7CBD" w:rsidRDefault="00A80790">
          <w:pPr>
            <w:pStyle w:val="Quote"/>
          </w:pPr>
          <w:r>
            <w:t>“This style is named Quote but you can also use it to call attention to an important piece of info.”</w:t>
          </w:r>
        </w:p>
        <w:p w:rsidR="00E9394C" w:rsidRDefault="00A80790">
          <w:pPr>
            <w:pStyle w:val="1BE60D47ED124A639628591986D8C017"/>
          </w:pPr>
          <w:r>
            <w:t>—Your friends in Word</w:t>
          </w:r>
        </w:p>
      </w:docPartBody>
    </w:docPart>
    <w:docPart>
      <w:docPartPr>
        <w:name w:val="03F2C8AE0EED419F9E9BEA07B4F4B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7AC07-196A-4A36-9487-4A6CB2F983E1}"/>
      </w:docPartPr>
      <w:docPartBody>
        <w:p w:rsidR="004A7CBD" w:rsidRDefault="00A80790">
          <w:pPr>
            <w:pStyle w:val="Heading2"/>
          </w:pPr>
          <w:r>
            <w:t>What you offer:</w:t>
          </w:r>
        </w:p>
        <w:p w:rsidR="004A7CBD" w:rsidRDefault="00A80790">
          <w:pPr>
            <w:pStyle w:val="ListBullet"/>
          </w:pPr>
          <w:r>
            <w:t>Product or service</w:t>
          </w:r>
        </w:p>
        <w:p w:rsidR="004A7CBD" w:rsidRDefault="00A80790">
          <w:pPr>
            <w:pStyle w:val="ListBullet"/>
          </w:pPr>
          <w:r>
            <w:t>Product or service</w:t>
          </w:r>
        </w:p>
        <w:p w:rsidR="004A7CBD" w:rsidRDefault="00A80790">
          <w:pPr>
            <w:pStyle w:val="ListBullet"/>
          </w:pPr>
          <w:r>
            <w:t>Product or service</w:t>
          </w:r>
        </w:p>
        <w:p w:rsidR="004A7CBD" w:rsidRDefault="00A80790">
          <w:pPr>
            <w:pStyle w:val="ListBullet"/>
          </w:pPr>
          <w:r>
            <w:t>Product or service</w:t>
          </w:r>
        </w:p>
        <w:p w:rsidR="004A7CBD" w:rsidRDefault="00A80790">
          <w:pPr>
            <w:pStyle w:val="Heading3"/>
          </w:pPr>
          <w:r>
            <w:t>Your most impressive clients:</w:t>
          </w:r>
        </w:p>
        <w:p w:rsidR="004A7CBD" w:rsidRDefault="00A80790">
          <w:pPr>
            <w:pStyle w:val="ListBullet"/>
          </w:pPr>
          <w:r>
            <w:t>Big, important company</w:t>
          </w:r>
        </w:p>
        <w:p w:rsidR="00E9394C" w:rsidRDefault="00A80790">
          <w:pPr>
            <w:pStyle w:val="03F2C8AE0EED419F9E9BEA07B4F4B514"/>
          </w:pPr>
          <w:r>
            <w:t>Another really well-known company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7C2E1C0"/>
    <w:lvl w:ilvl="0">
      <w:start w:val="1"/>
      <w:numFmt w:val="bullet"/>
      <w:pStyle w:val="ListBullet"/>
      <w:lvlText w:val="•"/>
      <w:lvlJc w:val="left"/>
      <w:pPr>
        <w:tabs>
          <w:tab w:val="num" w:pos="216"/>
        </w:tabs>
        <w:ind w:left="216" w:hanging="216"/>
      </w:pPr>
      <w:rPr>
        <w:rFonts w:ascii="Constantia" w:hAnsi="Constant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90"/>
    <w:rsid w:val="008572F2"/>
    <w:rsid w:val="00A80790"/>
    <w:rsid w:val="00E9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pBdr>
        <w:bottom w:val="single" w:sz="8" w:space="4" w:color="000000" w:themeColor="text1"/>
      </w:pBdr>
      <w:spacing w:before="480" w:after="240" w:line="288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360" w:after="120" w:line="288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DC7BB0AE4D46A8B1449A1EE29EF882">
    <w:name w:val="DEDC7BB0AE4D46A8B1449A1EE29EF882"/>
  </w:style>
  <w:style w:type="paragraph" w:customStyle="1" w:styleId="13E2900ADB584E359CE53B73D98F95BF">
    <w:name w:val="13E2900ADB584E359CE53B73D98F95BF"/>
  </w:style>
  <w:style w:type="paragraph" w:customStyle="1" w:styleId="9930DC5B69AF41608745432402A4F0AD">
    <w:name w:val="9930DC5B69AF41608745432402A4F0AD"/>
  </w:style>
  <w:style w:type="paragraph" w:customStyle="1" w:styleId="BF3ABB0BB2604E40968CAFB30061F1B0">
    <w:name w:val="BF3ABB0BB2604E40968CAFB30061F1B0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72097B503492488180B3E4CC2D961B45">
    <w:name w:val="72097B503492488180B3E4CC2D961B45"/>
  </w:style>
  <w:style w:type="paragraph" w:customStyle="1" w:styleId="45D7975498E847F1AC96A6813F374B23">
    <w:name w:val="45D7975498E847F1AC96A6813F374B23"/>
  </w:style>
  <w:style w:type="paragraph" w:customStyle="1" w:styleId="28B7DEE1CB614681A770597A22D1BC72">
    <w:name w:val="28B7DEE1CB614681A770597A22D1BC72"/>
  </w:style>
  <w:style w:type="paragraph" w:customStyle="1" w:styleId="79CCF9A5FC5E4211A7782E9ACD433904">
    <w:name w:val="79CCF9A5FC5E4211A7782E9ACD433904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180" w:line="288" w:lineRule="auto"/>
    </w:pPr>
    <w:rPr>
      <w:rFonts w:eastAsiaTheme="minorHAnsi"/>
      <w:color w:val="404040" w:themeColor="text1" w:themeTint="BF"/>
      <w:sz w:val="20"/>
      <w:szCs w:val="20"/>
    </w:rPr>
  </w:style>
  <w:style w:type="paragraph" w:customStyle="1" w:styleId="B167C9859B8546D2844BE07A5DCCA0B9">
    <w:name w:val="B167C9859B8546D2844BE07A5DCCA0B9"/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000000" w:themeColor="text1"/>
      <w:szCs w:val="20"/>
    </w:rPr>
  </w:style>
  <w:style w:type="paragraph" w:customStyle="1" w:styleId="4C566919AA2F4D10889EDF60AB711DBB">
    <w:name w:val="4C566919AA2F4D10889EDF60AB711DBB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customStyle="1" w:styleId="B4773AA8D3DF43E29B73296DD0459378">
    <w:name w:val="B4773AA8D3DF43E29B73296DD0459378"/>
  </w:style>
  <w:style w:type="paragraph" w:customStyle="1" w:styleId="9729DDE32E3B4DEA888B269B21929E8A">
    <w:name w:val="9729DDE32E3B4DEA888B269B21929E8A"/>
  </w:style>
  <w:style w:type="paragraph" w:styleId="Quote">
    <w:name w:val="Quote"/>
    <w:basedOn w:val="Normal"/>
    <w:next w:val="Normal"/>
    <w:link w:val="QuoteChar"/>
    <w:uiPriority w:val="1"/>
    <w:qFormat/>
    <w:pPr>
      <w:spacing w:after="180" w:line="288" w:lineRule="auto"/>
    </w:pPr>
    <w:rPr>
      <w:rFonts w:eastAsiaTheme="minorHAnsi"/>
      <w:i/>
      <w:iCs/>
      <w:color w:val="5B9BD5" w:themeColor="accent1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1"/>
    <w:rPr>
      <w:rFonts w:eastAsiaTheme="minorHAnsi"/>
      <w:i/>
      <w:iCs/>
      <w:color w:val="5B9BD5" w:themeColor="accent1"/>
      <w:sz w:val="24"/>
      <w:szCs w:val="20"/>
    </w:rPr>
  </w:style>
  <w:style w:type="paragraph" w:customStyle="1" w:styleId="1BE60D47ED124A639628591986D8C017">
    <w:name w:val="1BE60D47ED124A639628591986D8C017"/>
  </w:style>
  <w:style w:type="paragraph" w:customStyle="1" w:styleId="03F2C8AE0EED419F9E9BEA07B4F4B514">
    <w:name w:val="03F2C8AE0EED419F9E9BEA07B4F4B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and Black Business Set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F2A163A-7B2B-4573-B5F9-B12DED1C71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Tri-fold brochure (Red and Black design).dotx</Template>
  <TotalTime>2</TotalTime>
  <Pages>2</Pages>
  <Words>293</Words>
  <Characters>1674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2015-08-25T19:59:00Z</cp:lastPrinted>
  <dcterms:created xsi:type="dcterms:W3CDTF">2015-08-25T19:57:00Z</dcterms:created>
  <dcterms:modified xsi:type="dcterms:W3CDTF">2015-08-25T20:03:00Z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TC028051419991</vt:lpwstr>
  </property>
</Properties>
</file>